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85A" w:rsidRDefault="00A9485A" w:rsidP="00224DC0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5/a. sz. melléklet:</w:t>
      </w:r>
    </w:p>
    <w:p w:rsidR="00A9485A" w:rsidRDefault="00A9485A" w:rsidP="00736481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különválási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>a jogelőd társaságnál (</w:t>
      </w:r>
      <w:r w:rsidRPr="004024A0">
        <w:rPr>
          <w:sz w:val="20"/>
          <w:lang w:val="hu-HU"/>
        </w:rPr>
        <w:t>nincs melléklet)</w:t>
      </w:r>
    </w:p>
    <w:p w:rsidR="00A9485A" w:rsidRDefault="00A9485A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A9485A" w:rsidRDefault="00A9485A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A9485A" w:rsidRPr="00D26E33" w:rsidRDefault="00A9485A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A9485A" w:rsidRPr="00D26E33" w:rsidRDefault="00A9485A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A9485A" w:rsidRPr="00D2184F" w:rsidRDefault="00A9485A" w:rsidP="0073648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(z)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</w:t>
      </w:r>
      <w:r w:rsidRPr="00736481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736481">
        <w:rPr>
          <w:rFonts w:ascii="Times New Roman" w:hAnsi="Times New Roman"/>
          <w:i/>
          <w:color w:val="FF0000"/>
          <w:sz w:val="20"/>
          <w:szCs w:val="20"/>
          <w:lang w:val="hu-HU"/>
        </w:rPr>
        <w:t>Különváló társaság neve</w:t>
      </w:r>
      <w:r w:rsidRPr="00736481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A9485A" w:rsidRDefault="00A9485A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A9485A" w:rsidRPr="00D2184F" w:rsidRDefault="00A9485A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A9485A" w:rsidRDefault="00A9485A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A9485A" w:rsidRDefault="00A9485A" w:rsidP="00736481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</w:t>
      </w:r>
      <w:r w:rsidRPr="00736481">
        <w:rPr>
          <w:rFonts w:ascii="Times New Roman" w:hAnsi="Times New Roman"/>
          <w:color w:val="FF0000"/>
          <w:sz w:val="20"/>
          <w:lang w:val="hu-HU"/>
        </w:rPr>
        <w:t>[</w:t>
      </w:r>
      <w:r w:rsidRPr="00736481">
        <w:rPr>
          <w:rFonts w:ascii="Times New Roman" w:hAnsi="Times New Roman"/>
          <w:i/>
          <w:color w:val="FF0000"/>
          <w:sz w:val="20"/>
          <w:lang w:val="hu-HU"/>
        </w:rPr>
        <w:t>Különváló társaság neve</w:t>
      </w:r>
      <w:r w:rsidRPr="00736481">
        <w:rPr>
          <w:rFonts w:ascii="Times New Roman" w:hAnsi="Times New Roman"/>
          <w:color w:val="FF0000"/>
          <w:sz w:val="20"/>
          <w:lang w:val="hu-HU"/>
        </w:rPr>
        <w:t>]</w:t>
      </w:r>
      <w:r w:rsidRPr="00736481">
        <w:rPr>
          <w:rFonts w:ascii="Times New Roman" w:hAnsi="Times New Roman"/>
          <w:sz w:val="20"/>
          <w:lang w:val="hu-HU"/>
        </w:rPr>
        <w:t xml:space="preserve">, mint a különválás során megszűnő </w:t>
      </w:r>
      <w:r>
        <w:rPr>
          <w:rFonts w:ascii="Times New Roman" w:hAnsi="Times New Roman"/>
          <w:sz w:val="20"/>
          <w:lang w:val="hu-HU"/>
        </w:rPr>
        <w:t xml:space="preserve">jogelőd </w:t>
      </w:r>
      <w:r w:rsidRPr="00736481">
        <w:rPr>
          <w:rFonts w:ascii="Times New Roman" w:hAnsi="Times New Roman"/>
          <w:sz w:val="20"/>
          <w:lang w:val="hu-HU"/>
        </w:rPr>
        <w:t>társaság („</w:t>
      </w:r>
      <w:r>
        <w:rPr>
          <w:rFonts w:ascii="Times New Roman" w:hAnsi="Times New Roman"/>
          <w:sz w:val="20"/>
          <w:lang w:val="hu-HU"/>
        </w:rPr>
        <w:t>jogelőd</w:t>
      </w:r>
      <w:r w:rsidRPr="00736481">
        <w:rPr>
          <w:rFonts w:ascii="Times New Roman" w:hAnsi="Times New Roman"/>
          <w:sz w:val="20"/>
          <w:lang w:val="hu-HU"/>
        </w:rPr>
        <w:t xml:space="preserve"> társaság”) különválás előtti állapotra vonatkozó vagyonmérleg-tervezetét, amelyben az eszközök és források egyező végösszege </w:t>
      </w:r>
      <w:r w:rsidRPr="00736481">
        <w:rPr>
          <w:rFonts w:ascii="Times New Roman" w:hAnsi="Times New Roman"/>
          <w:color w:val="FF0000"/>
          <w:sz w:val="20"/>
          <w:lang w:val="hu-HU"/>
        </w:rPr>
        <w:t>XXX E Ft</w:t>
      </w:r>
      <w:r w:rsidRPr="00736481">
        <w:rPr>
          <w:rFonts w:ascii="Times New Roman" w:hAnsi="Times New Roman"/>
          <w:sz w:val="20"/>
          <w:lang w:val="hu-HU"/>
        </w:rPr>
        <w:t xml:space="preserve">, a jegyzett tőke összege </w:t>
      </w:r>
      <w:r w:rsidRPr="00736481">
        <w:rPr>
          <w:rFonts w:ascii="Times New Roman" w:hAnsi="Times New Roman"/>
          <w:color w:val="FF0000"/>
          <w:sz w:val="20"/>
          <w:lang w:val="hu-HU"/>
        </w:rPr>
        <w:t>XXX E Ft</w:t>
      </w:r>
      <w:r w:rsidRPr="00736481">
        <w:rPr>
          <w:rFonts w:ascii="Times New Roman" w:hAnsi="Times New Roman"/>
          <w:sz w:val="20"/>
          <w:lang w:val="hu-HU"/>
        </w:rPr>
        <w:t xml:space="preserve">, a saját tőke összege </w:t>
      </w:r>
      <w:r w:rsidRPr="00736481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A9485A" w:rsidRPr="00D2184F" w:rsidRDefault="00A9485A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9485A" w:rsidRDefault="00A9485A" w:rsidP="00736481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Különváló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A9485A" w:rsidRPr="002E3ADC" w:rsidRDefault="00A9485A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9485A" w:rsidRPr="00D26E33" w:rsidRDefault="00A9485A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A9485A" w:rsidRDefault="00A9485A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A9485A" w:rsidRDefault="00A9485A" w:rsidP="00736481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A9485A" w:rsidRPr="00D26E33" w:rsidRDefault="00A9485A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A9485A" w:rsidRDefault="00A9485A" w:rsidP="00736481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jogelőd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A9485A" w:rsidRPr="00CD0C83" w:rsidRDefault="00A9485A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A9485A" w:rsidRDefault="00A9485A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A9485A" w:rsidRDefault="00A9485A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A9485A" w:rsidRPr="00D81BE9" w:rsidRDefault="00A9485A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A9485A" w:rsidRDefault="00A9485A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9485A" w:rsidRPr="00D81BE9" w:rsidRDefault="00A9485A" w:rsidP="0073648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jogelőd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A9485A" w:rsidRPr="00D26E33" w:rsidRDefault="00A9485A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A9485A" w:rsidRPr="003D1DA3" w:rsidRDefault="00A9485A" w:rsidP="002604CA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A9485A" w:rsidRDefault="00A9485A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9485A" w:rsidRDefault="00A9485A" w:rsidP="00736481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 xml:space="preserve">Az egyéb információk, a </w:t>
      </w:r>
      <w:r>
        <w:rPr>
          <w:rFonts w:ascii="Times New Roman" w:hAnsi="Times New Roman"/>
          <w:sz w:val="20"/>
          <w:szCs w:val="20"/>
          <w:lang w:val="hu-HU"/>
        </w:rPr>
        <w:t>jogelőd t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ársaság vagyonmérleg-tervezete és az azt alátámasztó vagyonleltár-tervezete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tervet foglalják magukban.  A független könyvvizsgálói jelentésem(ünk) „Vélemény” szakaszában a vagyonmérleg-tervezetre adott könyvvizsgálói véleményem(ünk) nem vonatkozik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FA4697">
        <w:rPr>
          <w:rFonts w:ascii="Times New Roman" w:hAnsi="Times New Roman"/>
          <w:sz w:val="20"/>
          <w:szCs w:val="20"/>
          <w:lang w:val="hu-HU"/>
        </w:rPr>
        <w:t>tervre. A vezetés felelős a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>tervnek a Polgári Törvénykönyvről szóló 2013. évi V. törvény és az átalakulási törvény vonatkozó előírásaival összhangban történő elkészítéséért.</w:t>
      </w:r>
    </w:p>
    <w:p w:rsidR="00A9485A" w:rsidRPr="003D1DA3" w:rsidRDefault="00A9485A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9485A" w:rsidRDefault="00A9485A" w:rsidP="00736481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 xml:space="preserve">A vagyonmérleg-tervezet általam(unk) végzett könyvvizsgálatával kapcsolatban az én (a mi) felelősségem(ünk)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</w:t>
      </w:r>
      <w:r>
        <w:rPr>
          <w:rFonts w:ascii="Times New Roman" w:hAnsi="Times New Roman"/>
          <w:sz w:val="20"/>
          <w:szCs w:val="20"/>
          <w:lang w:val="hu-HU"/>
        </w:rPr>
        <w:t xml:space="preserve"> 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lényegesen ellentmond-e a vagyonmérleg-tervezetnek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A9485A" w:rsidRPr="003D1DA3" w:rsidRDefault="00A9485A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9485A" w:rsidRPr="00D26E33" w:rsidRDefault="00A9485A" w:rsidP="00736481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A9485A" w:rsidRDefault="00A9485A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A9485A" w:rsidRDefault="00A9485A" w:rsidP="00736481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vagyonmérleg-tervezetnek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vagyonmérleg-tervezet </w:t>
      </w:r>
      <w:r w:rsidRPr="00D26E33">
        <w:rPr>
          <w:spacing w:val="1"/>
          <w:lang w:val="hu-HU"/>
        </w:rPr>
        <w:t xml:space="preserve">elkészítése. </w:t>
      </w:r>
    </w:p>
    <w:p w:rsidR="00A9485A" w:rsidRDefault="00A9485A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A9485A" w:rsidRDefault="00A9485A" w:rsidP="00B626A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>A vagyonmérleg-tervezetek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>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A9485A" w:rsidRDefault="00A9485A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A9485A" w:rsidRDefault="00A9485A" w:rsidP="0073648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>Az irányítással megbízott személyek felelősek a</w:t>
      </w:r>
      <w:r>
        <w:rPr>
          <w:spacing w:val="1"/>
          <w:lang w:val="hu-HU"/>
        </w:rPr>
        <w:t xml:space="preserve"> jogelőd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A9485A" w:rsidRDefault="00A9485A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A9485A" w:rsidRDefault="00A9485A" w:rsidP="0073648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vagyonmérleg-tervezet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A9485A" w:rsidRDefault="00A9485A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A9485A" w:rsidRDefault="00A9485A" w:rsidP="0073648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  <w:r w:rsidRPr="00D26E33">
        <w:rPr>
          <w:lang w:val="hu-HU"/>
        </w:rPr>
        <w:t>A könyvvizsgálat során célom(unk) kellő bizon</w:t>
      </w:r>
      <w:r>
        <w:rPr>
          <w:lang w:val="hu-HU"/>
        </w:rPr>
        <w:t xml:space="preserve">yosságot szerezni arról, hogy </w:t>
      </w:r>
      <w:r w:rsidRPr="00764D30">
        <w:rPr>
          <w:lang w:val="hu-HU"/>
        </w:rPr>
        <w:t xml:space="preserve">a vagyonmérleg-tervezetet a </w:t>
      </w:r>
      <w:r w:rsidRPr="00344CDA">
        <w:rPr>
          <w:lang w:val="hu-HU"/>
        </w:rPr>
        <w:t>számviteli törvény 136-141. §-okban foglalt rendelkezéseivel összhangban állították össze és a vagyonmérleg-</w:t>
      </w:r>
      <w:r>
        <w:rPr>
          <w:lang w:val="hu-HU"/>
        </w:rPr>
        <w:t xml:space="preserve">tervezet </w:t>
      </w:r>
      <w:r w:rsidRPr="00D26E33">
        <w:rPr>
          <w:lang w:val="hu-HU"/>
        </w:rPr>
        <w:t>egésze nem tartalmaz akár csalásból, akár hibából eredő lényeges hibás állítást,</w:t>
      </w:r>
      <w:r w:rsidRPr="00D26E33">
        <w:rPr>
          <w:caps/>
          <w:lang w:val="hu-HU"/>
        </w:rPr>
        <w:t xml:space="preserve"> </w:t>
      </w:r>
      <w:r w:rsidRPr="00D26E33">
        <w:rPr>
          <w:lang w:val="hu-HU"/>
        </w:rPr>
        <w:t xml:space="preserve">valamint az, hogy ennek alapján a véleményemet(ünket) tartalmazó független könyvvizsgálói jelentést bocsássak(sunk) ki. A kellő bizonyosság magas fokú bizonyosság, de nem garancia arra, hogy a </w:t>
      </w:r>
      <w:r w:rsidRPr="00D26E33">
        <w:rPr>
          <w:spacing w:val="-4"/>
          <w:lang w:val="hu-HU"/>
        </w:rPr>
        <w:t xml:space="preserve">Magyar Nemzeti Könyvvizsgálati Standardokkal </w:t>
      </w:r>
      <w:r w:rsidRPr="00D26E33">
        <w:rPr>
          <w:lang w:val="hu-HU"/>
        </w:rPr>
        <w:t xml:space="preserve">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</w:t>
      </w:r>
      <w:r>
        <w:rPr>
          <w:lang w:val="hu-HU"/>
        </w:rPr>
        <w:t xml:space="preserve">vagyonmérleg-tervezet </w:t>
      </w:r>
      <w:r w:rsidRPr="00D26E33">
        <w:rPr>
          <w:lang w:val="hu-HU"/>
        </w:rPr>
        <w:t xml:space="preserve">alapján meghozott gazdasági döntéseit. </w:t>
      </w:r>
    </w:p>
    <w:p w:rsidR="00A9485A" w:rsidRPr="00BF5EE3" w:rsidRDefault="00A9485A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A9485A" w:rsidRPr="00764D30" w:rsidRDefault="00A9485A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A </w:t>
      </w:r>
      <w:r w:rsidRPr="00764D3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Magyar Nemzeti Könyvvizsgálati Standardok </w:t>
      </w: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szerinti könyvvizsgálat egésze során szakmai megítélést alkalmazok(unk) és szakmai szkepticizmust tartok(unk) fenn. </w:t>
      </w:r>
    </w:p>
    <w:p w:rsidR="00A9485A" w:rsidRPr="00D26E33" w:rsidRDefault="00A9485A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Továbbá:</w:t>
      </w:r>
    </w:p>
    <w:p w:rsidR="00A9485A" w:rsidRPr="00D26E33" w:rsidRDefault="00A9485A" w:rsidP="0073648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Azonosítom(juk) és fel</w:t>
      </w:r>
      <w:r>
        <w:rPr>
          <w:rFonts w:ascii="Times New Roman" w:hAnsi="Times New Roman"/>
          <w:kern w:val="20"/>
          <w:sz w:val="20"/>
          <w:szCs w:val="20"/>
          <w:lang w:val="hu-HU"/>
        </w:rPr>
        <w:t>mére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m(jük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 a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kern w:val="20"/>
          <w:sz w:val="20"/>
          <w:szCs w:val="20"/>
          <w:lang w:val="hu-HU"/>
        </w:rPr>
        <w:t>vagyonmérleg-tervezet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akár csalásból, akár hibából eredő lényeges hibás állításainak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kockázatait, </w:t>
      </w:r>
      <w:r>
        <w:rPr>
          <w:rFonts w:ascii="Times New Roman" w:hAnsi="Times New Roman"/>
          <w:kern w:val="20"/>
          <w:sz w:val="20"/>
          <w:szCs w:val="20"/>
          <w:lang w:val="hu-HU"/>
        </w:rPr>
        <w:t>ki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alakíto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uk) és </w:t>
      </w:r>
      <w:r>
        <w:rPr>
          <w:rFonts w:ascii="Times New Roman" w:hAnsi="Times New Roman"/>
          <w:kern w:val="20"/>
          <w:sz w:val="20"/>
          <w:szCs w:val="20"/>
          <w:lang w:val="hu-HU"/>
        </w:rPr>
        <w:t>végre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hajto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uk)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 ezen kockázatok kezelésére alkalmas könyvvizsgálati eljárásokat, valamint elegendő és megfelelő könyvvizsgálati bizonyítékot szerzek(ünk)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véleményem(ünk) megalapozásához. A csalásból eredő lényeges hibás állítás fel nem tárásának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kockázata nagyobb, mint a hibából eredőé, mivel a csalás magában foglalhat összejátszást, hamisítást, szándékos kihagyásokat, téves nyilatkozatokat, vagy a belső kontroll felülírását</w:t>
      </w:r>
      <w:r>
        <w:rPr>
          <w:rFonts w:ascii="Times New Roman" w:hAnsi="Times New Roman"/>
          <w:kern w:val="20"/>
          <w:sz w:val="20"/>
          <w:szCs w:val="20"/>
          <w:lang w:val="hu-HU"/>
        </w:rPr>
        <w:t>.</w:t>
      </w:r>
    </w:p>
    <w:p w:rsidR="00A9485A" w:rsidRPr="00D26E33" w:rsidRDefault="00A9485A" w:rsidP="00736481">
      <w:pPr>
        <w:widowControl w:val="0"/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 </w:t>
      </w:r>
      <w:r>
        <w:rPr>
          <w:rFonts w:ascii="Times New Roman" w:hAnsi="Times New Roman"/>
          <w:sz w:val="20"/>
          <w:szCs w:val="20"/>
          <w:lang w:val="hu-HU"/>
        </w:rPr>
        <w:t>jogelőd t</w:t>
      </w:r>
      <w:r w:rsidRPr="00D26E33">
        <w:rPr>
          <w:rFonts w:ascii="Times New Roman" w:hAnsi="Times New Roman"/>
          <w:sz w:val="20"/>
          <w:szCs w:val="20"/>
          <w:lang w:val="hu-HU"/>
        </w:rPr>
        <w:t>ársaság belső kontrolljának hatékonyságára vonatkozóan véleményt nyilvánítsak(unk).</w:t>
      </w:r>
    </w:p>
    <w:p w:rsidR="00A9485A" w:rsidRPr="00D26E33" w:rsidRDefault="00A9485A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Style w:val="CommentReference"/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A9485A" w:rsidRDefault="00A9485A" w:rsidP="00B626A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Következtetést vonok(unk) le arról, 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hogy helyénvaló-e a vezetés részéről a vállalkozás folytatásának elvén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alapuló vagyonmérleg-tervezetek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összeállítása. A vállalkozás folytatása elvének érvényesülésével kapcsolatos vizsgálatai</w:t>
      </w:r>
      <w:r>
        <w:rPr>
          <w:rFonts w:ascii="Times New Roman" w:hAnsi="Times New Roman"/>
          <w:kern w:val="20"/>
          <w:sz w:val="20"/>
          <w:szCs w:val="20"/>
          <w:lang w:val="hu-HU"/>
        </w:rPr>
        <w:t>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nk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at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ra vonatkozóan végezt</w:t>
      </w:r>
      <w:r>
        <w:rPr>
          <w:rFonts w:ascii="Times New Roman" w:hAnsi="Times New Roman"/>
          <w:kern w:val="20"/>
          <w:sz w:val="20"/>
          <w:szCs w:val="20"/>
          <w:lang w:val="hu-HU"/>
        </w:rPr>
        <w:t>em(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el és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különválás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tervezett napjáig terjesztettem(ük) ki. Amennyiben azt a következtetést vonom(juk) le, hogy a vezetés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részéről nem helytálló a vagyonmérleg-tervezetek elkészítése során a vállalkozás folytatása elvének alkalmazása, abban az esetben ellenvéleményt kell kibocsátanom(unk).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Következtetéseim(nk) a független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könyvvizsgálói jelentésem(ünk)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 xml:space="preserve"> nem tudja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a vállalkozást folytatni.</w:t>
      </w:r>
    </w:p>
    <w:p w:rsidR="00A9485A" w:rsidRPr="001F4991" w:rsidRDefault="00A9485A" w:rsidP="0073648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Értékelem(jük) a vagyonmérleg-tervezet átfogó bemutatását, felépítését és tartalmát, valamint értékelem(jük) azt is, hogy a vagyonmérleg-tervezetben teljesül-e az alapul szolgáló ügyletek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nek és eseményeknek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 xml:space="preserve"> számviteli törvény 136.-14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1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. §-ok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ban foglaltak szerinti bemutatása.</w:t>
      </w:r>
    </w:p>
    <w:p w:rsidR="00A9485A" w:rsidRPr="00F5435B" w:rsidRDefault="00A9485A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Az irányítással megbízott személyek tudomására hozom(zuk) - egyéb kérdések mellett - a könyv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vizsgálat tervezett hatókörét, ütemezését és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 xml:space="preserve"> a könyvvizsgálat jelentős megállapításait. </w:t>
      </w:r>
    </w:p>
    <w:p w:rsidR="00A9485A" w:rsidRDefault="00A9485A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A9485A" w:rsidRDefault="00A9485A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A9485A" w:rsidRDefault="00A9485A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A9485A" w:rsidRPr="003A48B3" w:rsidRDefault="00A9485A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A9485A" w:rsidRPr="00D26E33" w:rsidRDefault="00A9485A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A9485A" w:rsidRPr="00D26E33" w:rsidRDefault="00A9485A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A9485A" w:rsidRPr="00D26E33" w:rsidRDefault="00A9485A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A9485A" w:rsidRPr="00D26E33" w:rsidRDefault="00A9485A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A9485A" w:rsidRPr="00D26E33" w:rsidRDefault="00A9485A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A9485A" w:rsidRPr="0080033F" w:rsidRDefault="00A9485A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A9485A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85A" w:rsidRDefault="00A9485A" w:rsidP="001E2511">
      <w:pPr>
        <w:spacing w:after="0" w:line="240" w:lineRule="auto"/>
      </w:pPr>
      <w:r>
        <w:separator/>
      </w:r>
    </w:p>
  </w:endnote>
  <w:endnote w:type="continuationSeparator" w:id="0">
    <w:p w:rsidR="00A9485A" w:rsidRDefault="00A9485A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85A" w:rsidRDefault="00A9485A">
    <w:pPr>
      <w:pStyle w:val="Footer"/>
      <w:jc w:val="center"/>
    </w:pPr>
    <w:fldSimple w:instr="PAGE   \* MERGEFORMAT">
      <w:r w:rsidRPr="00B626AC">
        <w:rPr>
          <w:noProof/>
          <w:lang w:val="hu-HU"/>
        </w:rPr>
        <w:t>1</w:t>
      </w:r>
    </w:fldSimple>
  </w:p>
  <w:p w:rsidR="00A9485A" w:rsidRDefault="00A948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85A" w:rsidRDefault="00A9485A" w:rsidP="001E2511">
      <w:pPr>
        <w:spacing w:after="0" w:line="240" w:lineRule="auto"/>
      </w:pPr>
      <w:r>
        <w:separator/>
      </w:r>
    </w:p>
  </w:footnote>
  <w:footnote w:type="continuationSeparator" w:id="0">
    <w:p w:rsidR="00A9485A" w:rsidRDefault="00A9485A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593"/>
    <w:rsid w:val="000B2BF8"/>
    <w:rsid w:val="000C53E8"/>
    <w:rsid w:val="000D3113"/>
    <w:rsid w:val="000E18F2"/>
    <w:rsid w:val="000F7DB6"/>
    <w:rsid w:val="0012784A"/>
    <w:rsid w:val="00133FAB"/>
    <w:rsid w:val="001477EC"/>
    <w:rsid w:val="001568DD"/>
    <w:rsid w:val="001715E1"/>
    <w:rsid w:val="00175E44"/>
    <w:rsid w:val="001835FB"/>
    <w:rsid w:val="00193092"/>
    <w:rsid w:val="001A72A3"/>
    <w:rsid w:val="001C19F3"/>
    <w:rsid w:val="001E2511"/>
    <w:rsid w:val="001F4991"/>
    <w:rsid w:val="00203A97"/>
    <w:rsid w:val="0021325E"/>
    <w:rsid w:val="00223731"/>
    <w:rsid w:val="00224DC0"/>
    <w:rsid w:val="0024017A"/>
    <w:rsid w:val="0024283A"/>
    <w:rsid w:val="00247292"/>
    <w:rsid w:val="002604CA"/>
    <w:rsid w:val="0027581F"/>
    <w:rsid w:val="00292B45"/>
    <w:rsid w:val="002A38FE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4005B8"/>
    <w:rsid w:val="004024A0"/>
    <w:rsid w:val="00414BBB"/>
    <w:rsid w:val="004445AE"/>
    <w:rsid w:val="00452CD9"/>
    <w:rsid w:val="004779ED"/>
    <w:rsid w:val="00487ABB"/>
    <w:rsid w:val="004A4B47"/>
    <w:rsid w:val="004B0755"/>
    <w:rsid w:val="004C5F47"/>
    <w:rsid w:val="004F3216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76DF2"/>
    <w:rsid w:val="00687B5C"/>
    <w:rsid w:val="006921F5"/>
    <w:rsid w:val="006F0FF0"/>
    <w:rsid w:val="00710685"/>
    <w:rsid w:val="00715F72"/>
    <w:rsid w:val="007312ED"/>
    <w:rsid w:val="00733A4B"/>
    <w:rsid w:val="00735B49"/>
    <w:rsid w:val="0073612A"/>
    <w:rsid w:val="00736481"/>
    <w:rsid w:val="00736F2A"/>
    <w:rsid w:val="00743D82"/>
    <w:rsid w:val="00762D01"/>
    <w:rsid w:val="00762DC1"/>
    <w:rsid w:val="00764D30"/>
    <w:rsid w:val="00780171"/>
    <w:rsid w:val="00784D8E"/>
    <w:rsid w:val="007D12B2"/>
    <w:rsid w:val="007D345D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B2EFA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A46BB"/>
    <w:rsid w:val="009A7A13"/>
    <w:rsid w:val="009B141F"/>
    <w:rsid w:val="009B3DCD"/>
    <w:rsid w:val="009B4158"/>
    <w:rsid w:val="009C132D"/>
    <w:rsid w:val="009C53AD"/>
    <w:rsid w:val="009D2470"/>
    <w:rsid w:val="009E0C97"/>
    <w:rsid w:val="009E2855"/>
    <w:rsid w:val="009F04DA"/>
    <w:rsid w:val="009F557B"/>
    <w:rsid w:val="00A17108"/>
    <w:rsid w:val="00A22ADE"/>
    <w:rsid w:val="00A34EB6"/>
    <w:rsid w:val="00A46E1F"/>
    <w:rsid w:val="00A56059"/>
    <w:rsid w:val="00A67435"/>
    <w:rsid w:val="00A9171A"/>
    <w:rsid w:val="00A9485A"/>
    <w:rsid w:val="00AB0BFB"/>
    <w:rsid w:val="00AB24B0"/>
    <w:rsid w:val="00AB40E1"/>
    <w:rsid w:val="00AF33FA"/>
    <w:rsid w:val="00AF609B"/>
    <w:rsid w:val="00B34403"/>
    <w:rsid w:val="00B35DB0"/>
    <w:rsid w:val="00B40AF0"/>
    <w:rsid w:val="00B45C6E"/>
    <w:rsid w:val="00B513E0"/>
    <w:rsid w:val="00B617E1"/>
    <w:rsid w:val="00B626AC"/>
    <w:rsid w:val="00B662F3"/>
    <w:rsid w:val="00B86E55"/>
    <w:rsid w:val="00BC13B9"/>
    <w:rsid w:val="00BC50A9"/>
    <w:rsid w:val="00BC7345"/>
    <w:rsid w:val="00BD28C7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D0C83"/>
    <w:rsid w:val="00CD3D28"/>
    <w:rsid w:val="00D10C6B"/>
    <w:rsid w:val="00D139F2"/>
    <w:rsid w:val="00D206D7"/>
    <w:rsid w:val="00D2184F"/>
    <w:rsid w:val="00D26E33"/>
    <w:rsid w:val="00D47618"/>
    <w:rsid w:val="00D5025C"/>
    <w:rsid w:val="00D770A6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D5DB7"/>
    <w:rsid w:val="00DE1C94"/>
    <w:rsid w:val="00DF3B46"/>
    <w:rsid w:val="00E06CF1"/>
    <w:rsid w:val="00E118F2"/>
    <w:rsid w:val="00E358DF"/>
    <w:rsid w:val="00E43303"/>
    <w:rsid w:val="00E61E7F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5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1092</Words>
  <Characters>7541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4</cp:revision>
  <dcterms:created xsi:type="dcterms:W3CDTF">2018-03-26T10:43:00Z</dcterms:created>
  <dcterms:modified xsi:type="dcterms:W3CDTF">2018-07-03T13:15:00Z</dcterms:modified>
</cp:coreProperties>
</file>